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73" w:tblpY="18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1728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864B94" w:rsidRPr="00A3787B" w:rsidTr="00A3787B">
        <w:trPr>
          <w:cantSplit/>
          <w:trHeight w:val="3320"/>
        </w:trPr>
        <w:tc>
          <w:tcPr>
            <w:tcW w:w="1728" w:type="dxa"/>
          </w:tcPr>
          <w:p w:rsidR="00864B94" w:rsidRPr="00A3787B" w:rsidRDefault="00864B94" w:rsidP="00A3787B"/>
        </w:tc>
        <w:tc>
          <w:tcPr>
            <w:tcW w:w="872" w:type="dxa"/>
            <w:textDirection w:val="btLr"/>
          </w:tcPr>
          <w:p w:rsidR="00864B94" w:rsidRPr="00A3787B" w:rsidRDefault="00864B94" w:rsidP="00A3787B">
            <w:pPr>
              <w:ind w:left="113" w:right="113"/>
              <w:rPr>
                <w:sz w:val="20"/>
              </w:rPr>
            </w:pPr>
            <w:r w:rsidRPr="00A3787B">
              <w:rPr>
                <w:sz w:val="20"/>
              </w:rPr>
              <w:t>I can use my singing, speaking, and whispering voice.</w:t>
            </w:r>
          </w:p>
        </w:tc>
        <w:tc>
          <w:tcPr>
            <w:tcW w:w="872" w:type="dxa"/>
            <w:textDirection w:val="btLr"/>
          </w:tcPr>
          <w:p w:rsidR="00864B94" w:rsidRPr="00A3787B" w:rsidRDefault="00864B94" w:rsidP="00A3787B">
            <w:pPr>
              <w:ind w:left="113" w:right="113"/>
              <w:rPr>
                <w:sz w:val="20"/>
              </w:rPr>
            </w:pPr>
            <w:r w:rsidRPr="00A3787B">
              <w:rPr>
                <w:sz w:val="20"/>
              </w:rPr>
              <w:t>I can sing a song with my class.</w:t>
            </w:r>
          </w:p>
        </w:tc>
        <w:tc>
          <w:tcPr>
            <w:tcW w:w="872" w:type="dxa"/>
            <w:textDirection w:val="btLr"/>
          </w:tcPr>
          <w:p w:rsidR="00864B94" w:rsidRPr="00A3787B" w:rsidRDefault="00864B94" w:rsidP="00A3787B">
            <w:pPr>
              <w:ind w:left="113" w:right="113"/>
              <w:rPr>
                <w:sz w:val="20"/>
              </w:rPr>
            </w:pPr>
            <w:r w:rsidRPr="00A3787B">
              <w:rPr>
                <w:sz w:val="20"/>
              </w:rPr>
              <w:t>I can identify and sing 'so' and 'me' using Curwen hand signs.</w:t>
            </w:r>
          </w:p>
        </w:tc>
        <w:tc>
          <w:tcPr>
            <w:tcW w:w="872" w:type="dxa"/>
            <w:textDirection w:val="btLr"/>
          </w:tcPr>
          <w:p w:rsidR="00864B94" w:rsidRPr="00A3787B" w:rsidRDefault="00864B94" w:rsidP="00A3787B">
            <w:pPr>
              <w:ind w:left="113" w:right="113"/>
              <w:rPr>
                <w:sz w:val="20"/>
              </w:rPr>
            </w:pPr>
            <w:r w:rsidRPr="00A3787B">
              <w:rPr>
                <w:sz w:val="20"/>
              </w:rPr>
              <w:t>I can keep a tempo and say Kodaly syllables.</w:t>
            </w:r>
          </w:p>
        </w:tc>
        <w:tc>
          <w:tcPr>
            <w:tcW w:w="872" w:type="dxa"/>
            <w:textDirection w:val="btLr"/>
          </w:tcPr>
          <w:p w:rsidR="00864B94" w:rsidRPr="00A3787B" w:rsidRDefault="00864B94" w:rsidP="00A3787B">
            <w:pPr>
              <w:ind w:left="113" w:right="113"/>
              <w:rPr>
                <w:sz w:val="20"/>
              </w:rPr>
            </w:pPr>
            <w:r w:rsidRPr="00A3787B">
              <w:rPr>
                <w:sz w:val="20"/>
              </w:rPr>
              <w:t>I can sing alone while the class listens.</w:t>
            </w:r>
          </w:p>
        </w:tc>
        <w:tc>
          <w:tcPr>
            <w:tcW w:w="872" w:type="dxa"/>
            <w:textDirection w:val="btLr"/>
          </w:tcPr>
          <w:p w:rsidR="00864B94" w:rsidRPr="00A3787B" w:rsidRDefault="00864B94" w:rsidP="00A3787B">
            <w:pPr>
              <w:ind w:left="113" w:right="113"/>
              <w:rPr>
                <w:sz w:val="20"/>
              </w:rPr>
            </w:pPr>
            <w:r w:rsidRPr="00A3787B">
              <w:rPr>
                <w:sz w:val="20"/>
              </w:rPr>
              <w:t>I can keep a steady beat with my hands or feet.</w:t>
            </w:r>
          </w:p>
        </w:tc>
        <w:tc>
          <w:tcPr>
            <w:tcW w:w="872" w:type="dxa"/>
            <w:textDirection w:val="btLr"/>
          </w:tcPr>
          <w:p w:rsidR="00864B94" w:rsidRPr="00A3787B" w:rsidRDefault="00864B94" w:rsidP="00A3787B">
            <w:pPr>
              <w:ind w:left="113" w:right="113"/>
              <w:rPr>
                <w:sz w:val="20"/>
              </w:rPr>
            </w:pPr>
            <w:r w:rsidRPr="00A3787B">
              <w:rPr>
                <w:sz w:val="20"/>
              </w:rPr>
              <w:t>I can echo clap/pat/snap/rest a simplified 4 quarter note beat pattern.</w:t>
            </w:r>
          </w:p>
        </w:tc>
        <w:tc>
          <w:tcPr>
            <w:tcW w:w="872" w:type="dxa"/>
            <w:textDirection w:val="btLr"/>
          </w:tcPr>
          <w:p w:rsidR="00864B94" w:rsidRPr="00A3787B" w:rsidRDefault="00864B94" w:rsidP="00A3787B">
            <w:pPr>
              <w:ind w:left="113" w:right="113"/>
              <w:rPr>
                <w:sz w:val="20"/>
              </w:rPr>
            </w:pPr>
            <w:r w:rsidRPr="00A3787B">
              <w:rPr>
                <w:sz w:val="20"/>
              </w:rPr>
              <w:t>I can properly hold mallets for the Orff instruments.</w:t>
            </w:r>
          </w:p>
        </w:tc>
        <w:tc>
          <w:tcPr>
            <w:tcW w:w="872" w:type="dxa"/>
            <w:textDirection w:val="btLr"/>
          </w:tcPr>
          <w:p w:rsidR="00864B94" w:rsidRPr="00A3787B" w:rsidRDefault="00864B94" w:rsidP="00A3787B">
            <w:pPr>
              <w:ind w:left="113" w:right="113"/>
              <w:rPr>
                <w:sz w:val="20"/>
              </w:rPr>
            </w:pPr>
            <w:r w:rsidRPr="00A3787B">
              <w:rPr>
                <w:sz w:val="20"/>
              </w:rPr>
              <w:t>I can identify 3songs by melody only.</w:t>
            </w:r>
          </w:p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2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3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4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5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6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7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8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9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10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11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12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13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14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15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16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17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18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19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20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21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  <w:tr w:rsidR="00864B94" w:rsidRPr="00A3787B" w:rsidTr="00A3787B">
        <w:tc>
          <w:tcPr>
            <w:tcW w:w="1728" w:type="dxa"/>
          </w:tcPr>
          <w:p w:rsidR="00864B94" w:rsidRPr="00A3787B" w:rsidRDefault="00864B94" w:rsidP="00A3787B">
            <w:r w:rsidRPr="00A3787B">
              <w:t>Student 22</w:t>
            </w:r>
          </w:p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  <w:tc>
          <w:tcPr>
            <w:tcW w:w="872" w:type="dxa"/>
          </w:tcPr>
          <w:p w:rsidR="00864B94" w:rsidRPr="00A3787B" w:rsidRDefault="00864B94" w:rsidP="00A3787B"/>
        </w:tc>
      </w:tr>
    </w:tbl>
    <w:p w:rsidR="00864B94" w:rsidRDefault="00864B94">
      <w:r>
        <w:t>Mrs. Smith’s Kindergarten class 2008-2009</w:t>
      </w:r>
    </w:p>
    <w:sectPr w:rsidR="00864B94" w:rsidSect="00205944">
      <w:pgSz w:w="12240" w:h="15840"/>
      <w:pgMar w:top="1170" w:right="864" w:bottom="1440" w:left="8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699"/>
    <w:rsid w:val="00184BD5"/>
    <w:rsid w:val="001E4FE7"/>
    <w:rsid w:val="00205944"/>
    <w:rsid w:val="005B50D9"/>
    <w:rsid w:val="006D0E08"/>
    <w:rsid w:val="006E65AE"/>
    <w:rsid w:val="00864B94"/>
    <w:rsid w:val="00A3787B"/>
    <w:rsid w:val="00DC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C369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141</Words>
  <Characters>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 use my singing, speaking, and whispering voice</dc:title>
  <dc:subject/>
  <dc:creator>Leslie Gates</dc:creator>
  <cp:keywords/>
  <dc:description/>
  <cp:lastModifiedBy>JOHN</cp:lastModifiedBy>
  <cp:revision>2</cp:revision>
  <dcterms:created xsi:type="dcterms:W3CDTF">2009-04-13T21:51:00Z</dcterms:created>
  <dcterms:modified xsi:type="dcterms:W3CDTF">2009-04-13T21:51:00Z</dcterms:modified>
</cp:coreProperties>
</file>